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7D653D3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FE95B5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2660F617" w14:textId="348A34E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CF569E">
        <w:rPr>
          <w:rFonts w:ascii="Corbel" w:hAnsi="Corbel"/>
          <w:i/>
          <w:smallCaps/>
          <w:sz w:val="24"/>
          <w:szCs w:val="24"/>
        </w:rPr>
        <w:t>19</w:t>
      </w:r>
      <w:r w:rsidR="00981249">
        <w:rPr>
          <w:rFonts w:ascii="Corbel" w:hAnsi="Corbel"/>
          <w:i/>
          <w:smallCaps/>
          <w:sz w:val="24"/>
          <w:szCs w:val="24"/>
        </w:rPr>
        <w:t>-202</w:t>
      </w:r>
      <w:r w:rsidR="00CF569E">
        <w:rPr>
          <w:rFonts w:ascii="Corbel" w:hAnsi="Corbel"/>
          <w:i/>
          <w:smallCaps/>
          <w:sz w:val="24"/>
          <w:szCs w:val="24"/>
        </w:rPr>
        <w:t>2</w:t>
      </w:r>
    </w:p>
    <w:p w:rsidRPr="00EA4832" w:rsidR="00445970" w:rsidP="00F657A3" w:rsidRDefault="00445970" w14:paraId="1766F2A2" w14:textId="37796A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CF569E">
        <w:rPr>
          <w:rFonts w:ascii="Corbel" w:hAnsi="Corbel"/>
          <w:sz w:val="20"/>
          <w:szCs w:val="20"/>
        </w:rPr>
        <w:t>0</w:t>
      </w:r>
      <w:r w:rsidR="0030154F">
        <w:rPr>
          <w:rFonts w:ascii="Corbel" w:hAnsi="Corbel"/>
          <w:sz w:val="20"/>
          <w:szCs w:val="20"/>
        </w:rPr>
        <w:t>/202</w:t>
      </w:r>
      <w:r w:rsidR="00CF569E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6376DC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20888D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5301144" w14:textId="77777777">
        <w:tc>
          <w:tcPr>
            <w:tcW w:w="2694" w:type="dxa"/>
            <w:vAlign w:val="center"/>
          </w:tcPr>
          <w:p w:rsidRPr="009C54AE" w:rsidR="0085747A" w:rsidP="009C54AE" w:rsidRDefault="00C05F44" w14:paraId="7C774D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0154F" w14:paraId="07E69D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Pr="009C54AE" w:rsidR="0085747A" w:rsidTr="00B819C8" w14:paraId="1BBF423E" w14:textId="77777777">
        <w:tc>
          <w:tcPr>
            <w:tcW w:w="2694" w:type="dxa"/>
            <w:vAlign w:val="center"/>
          </w:tcPr>
          <w:p w:rsidRPr="009C54AE" w:rsidR="0085747A" w:rsidP="009C54AE" w:rsidRDefault="00C05F44" w14:paraId="101329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0154F" w14:paraId="4A32D9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Pr="009C54AE" w:rsidR="0085747A" w:rsidTr="00B819C8" w14:paraId="15841B00" w14:textId="77777777">
        <w:tc>
          <w:tcPr>
            <w:tcW w:w="2694" w:type="dxa"/>
            <w:vAlign w:val="center"/>
          </w:tcPr>
          <w:p w:rsidRPr="009C54AE" w:rsidR="0085747A" w:rsidP="00EA4832" w:rsidRDefault="0017512A" w14:paraId="135CF3C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7001F0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8755423" w14:textId="77777777">
        <w:tc>
          <w:tcPr>
            <w:tcW w:w="2694" w:type="dxa"/>
            <w:vAlign w:val="center"/>
          </w:tcPr>
          <w:p w:rsidRPr="009C54AE" w:rsidR="0085747A" w:rsidP="009C54AE" w:rsidRDefault="0085747A" w14:paraId="080C88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2434D" w14:paraId="63D689E7" w14:textId="17B951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38D6BAA7" w14:textId="77777777">
        <w:tc>
          <w:tcPr>
            <w:tcW w:w="2694" w:type="dxa"/>
            <w:vAlign w:val="center"/>
          </w:tcPr>
          <w:p w:rsidRPr="009C54AE" w:rsidR="0085747A" w:rsidP="009C54AE" w:rsidRDefault="0085747A" w14:paraId="082987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0154F" w14:paraId="3C4B89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1AB7C762" w14:textId="77777777">
        <w:tc>
          <w:tcPr>
            <w:tcW w:w="2694" w:type="dxa"/>
            <w:vAlign w:val="center"/>
          </w:tcPr>
          <w:p w:rsidRPr="009C54AE" w:rsidR="0085747A" w:rsidP="009C54AE" w:rsidRDefault="00DE4A14" w14:paraId="20C372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0501376B" w14:textId="41D2EF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6F2763BA" w14:textId="77777777">
        <w:tc>
          <w:tcPr>
            <w:tcW w:w="2694" w:type="dxa"/>
            <w:vAlign w:val="center"/>
          </w:tcPr>
          <w:p w:rsidRPr="009C54AE" w:rsidR="0085747A" w:rsidP="009C54AE" w:rsidRDefault="0085747A" w14:paraId="1768C7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9B3BB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1D54C0DD" w14:textId="77777777">
        <w:tc>
          <w:tcPr>
            <w:tcW w:w="2694" w:type="dxa"/>
            <w:vAlign w:val="center"/>
          </w:tcPr>
          <w:p w:rsidRPr="009C54AE" w:rsidR="0085747A" w:rsidP="009C54AE" w:rsidRDefault="0085747A" w14:paraId="5529D6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F569E" w14:paraId="410FFC74" w14:textId="08F3D1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0B819C8" w14:paraId="03A0783E" w14:textId="77777777">
        <w:tc>
          <w:tcPr>
            <w:tcW w:w="2694" w:type="dxa"/>
            <w:vAlign w:val="center"/>
          </w:tcPr>
          <w:p w:rsidRPr="009C54AE" w:rsidR="0085747A" w:rsidP="009C54AE" w:rsidRDefault="0085747A" w14:paraId="5777A6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0154F" w14:paraId="242D94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9C54AE" w:rsidR="0085747A" w:rsidTr="00B819C8" w14:paraId="284A3116" w14:textId="77777777">
        <w:tc>
          <w:tcPr>
            <w:tcW w:w="2694" w:type="dxa"/>
            <w:vAlign w:val="center"/>
          </w:tcPr>
          <w:p w:rsidRPr="009C54AE" w:rsidR="0085747A" w:rsidP="009C54AE" w:rsidRDefault="0085747A" w14:paraId="3E31A3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30154F" w:rsidRDefault="0017512A" w14:paraId="115C98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00B819C8" w14:paraId="7FB92111" w14:textId="77777777">
        <w:tc>
          <w:tcPr>
            <w:tcW w:w="2694" w:type="dxa"/>
            <w:vAlign w:val="center"/>
          </w:tcPr>
          <w:p w:rsidRPr="009C54AE" w:rsidR="00923D7D" w:rsidP="009C54AE" w:rsidRDefault="00923D7D" w14:paraId="4149DE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30154F" w14:paraId="49E20A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00B819C8" w14:paraId="417E53A6" w14:textId="77777777">
        <w:tc>
          <w:tcPr>
            <w:tcW w:w="2694" w:type="dxa"/>
            <w:vAlign w:val="center"/>
          </w:tcPr>
          <w:p w:rsidRPr="009C54AE" w:rsidR="0085747A" w:rsidP="009C54AE" w:rsidRDefault="0085747A" w14:paraId="7C368A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0154F" w14:paraId="5360BEA3" w14:textId="51BB91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Pr="009C54AE" w:rsidR="0085747A" w:rsidTr="00B819C8" w14:paraId="169D3EB8" w14:textId="77777777">
        <w:tc>
          <w:tcPr>
            <w:tcW w:w="2694" w:type="dxa"/>
            <w:vAlign w:val="center"/>
          </w:tcPr>
          <w:p w:rsidRPr="009C54AE" w:rsidR="0085747A" w:rsidP="009C54AE" w:rsidRDefault="0085747A" w14:paraId="265BD8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0154F" w14:paraId="2C88C93F" w14:textId="7722E4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:rsidRPr="009C54AE" w:rsidR="0085747A" w:rsidP="009C54AE" w:rsidRDefault="0085747A" w14:paraId="297BE19A" w14:textId="3A9269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F2BFC3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57742C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Pr="009C54AE" w:rsidR="00015B8F" w:rsidTr="00C766DF" w14:paraId="14AC59B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B4A08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2328E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8BC8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8914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DC62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FBE9F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02AC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49B47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045A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059D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70DB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1EB6A4FF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30154F" w14:paraId="32FA24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64239" w14:paraId="414DD7F6" w14:textId="4DDFE5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664239" w14:paraId="6262C5FE" w14:textId="505198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5282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2524D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A6CAD9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4C34D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4935A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40842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3361D" w14:paraId="2BF2DA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5FE47B5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B5C94F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9CCACB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657A3" w:rsidP="00F657A3" w:rsidRDefault="00F657A3" w14:paraId="61D527B5" w14:textId="31EF43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F657A3" w:rsidR="00F657A3" w:rsidP="00F657A3" w:rsidRDefault="00F657A3" w14:paraId="49613F58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hAnsi="Segoe UI Symbol" w:eastAsia="MS Gothic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0E70565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0AF9BA9" w:rsidRDefault="00E22FBC" w14:paraId="06AC2371" w14:textId="67E3CE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Pr="30AF9BA9" w:rsidR="00445970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:rsidRPr="00A05056" w:rsidR="009C54AE" w:rsidP="009C54AE" w:rsidRDefault="0030154F" w14:paraId="14D85A8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5056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4B14C00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617E37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2385A6C9" w14:textId="77777777">
        <w:tc>
          <w:tcPr>
            <w:tcW w:w="9670" w:type="dxa"/>
          </w:tcPr>
          <w:p w:rsidRPr="009C54AE" w:rsidR="0085747A" w:rsidP="00C3361D" w:rsidRDefault="00C3361D" w14:paraId="0D7D85E0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153C41" w:rsidP="009C54AE" w:rsidRDefault="00153C41" w14:paraId="595C40A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0AF9BA9" w:rsidRDefault="0071620A" w14:paraId="4328A254" w14:textId="14928F74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lastRenderedPageBreak/>
        <w:t>3.</w:t>
      </w:r>
      <w:r w:rsidRPr="30AF9BA9" w:rsidR="00A84C85">
        <w:rPr>
          <w:rFonts w:ascii="Corbel" w:hAnsi="Corbel"/>
        </w:rPr>
        <w:t>cele, efekty uczenia się</w:t>
      </w:r>
      <w:r w:rsidRPr="30AF9BA9" w:rsidR="0085747A">
        <w:rPr>
          <w:rFonts w:ascii="Corbel" w:hAnsi="Corbel"/>
        </w:rPr>
        <w:t>, treści Programowe i stosowane metody Dydaktyczne</w:t>
      </w:r>
    </w:p>
    <w:p w:rsidRPr="00C05F44" w:rsidR="0085747A" w:rsidP="009C54AE" w:rsidRDefault="0085747A" w14:paraId="08E846B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1EC7D1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886D8A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C3361D" w:rsidTr="00581202" w14:paraId="7C4DB0B4" w14:textId="77777777">
        <w:tc>
          <w:tcPr>
            <w:tcW w:w="851" w:type="dxa"/>
            <w:vAlign w:val="center"/>
          </w:tcPr>
          <w:p w:rsidRPr="002623F7" w:rsidR="00C3361D" w:rsidP="00581202" w:rsidRDefault="00C3361D" w14:paraId="68336D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23F7" w:rsidR="00C3361D" w:rsidP="00581202" w:rsidRDefault="00C3361D" w14:paraId="17FA66F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Pr="009C54AE" w:rsidR="00C3361D" w:rsidTr="00581202" w14:paraId="425D0ACD" w14:textId="77777777">
        <w:tc>
          <w:tcPr>
            <w:tcW w:w="851" w:type="dxa"/>
            <w:vAlign w:val="center"/>
          </w:tcPr>
          <w:p w:rsidRPr="002623F7" w:rsidR="00C3361D" w:rsidP="00581202" w:rsidRDefault="00C3361D" w14:paraId="4B80DD7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C3361D" w:rsidP="00581202" w:rsidRDefault="00C3361D" w14:paraId="29BC92E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C3361D" w:rsidTr="00581202" w14:paraId="027A5741" w14:textId="77777777">
        <w:tc>
          <w:tcPr>
            <w:tcW w:w="851" w:type="dxa"/>
            <w:vAlign w:val="center"/>
          </w:tcPr>
          <w:p w:rsidRPr="002623F7" w:rsidR="00C3361D" w:rsidP="00581202" w:rsidRDefault="00C3361D" w14:paraId="0674349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C3361D" w:rsidP="00581202" w:rsidRDefault="00C3361D" w14:paraId="3313323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przyczynowo-skutkowych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Pr="009C54AE" w:rsidR="00C3361D" w:rsidTr="00581202" w14:paraId="2D5445B3" w14:textId="77777777">
        <w:tc>
          <w:tcPr>
            <w:tcW w:w="851" w:type="dxa"/>
            <w:vAlign w:val="center"/>
          </w:tcPr>
          <w:p w:rsidRPr="002623F7" w:rsidR="00C3361D" w:rsidP="00581202" w:rsidRDefault="00C3361D" w14:paraId="2A7201F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4491A" w:rsidR="00C3361D" w:rsidP="00581202" w:rsidRDefault="00C3361D" w14:paraId="72C2917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C3361D" w:rsidTr="00581202" w14:paraId="2D515A12" w14:textId="77777777">
        <w:tc>
          <w:tcPr>
            <w:tcW w:w="851" w:type="dxa"/>
            <w:vAlign w:val="center"/>
          </w:tcPr>
          <w:p w:rsidR="00C3361D" w:rsidP="00581202" w:rsidRDefault="00C3361D" w14:paraId="15029D0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0366AC" w:rsidR="00C3361D" w:rsidP="00581202" w:rsidRDefault="00C3361D" w14:paraId="204FB7F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C3361D" w:rsidTr="00581202" w14:paraId="60424A81" w14:textId="77777777">
        <w:tc>
          <w:tcPr>
            <w:tcW w:w="851" w:type="dxa"/>
            <w:vAlign w:val="center"/>
          </w:tcPr>
          <w:p w:rsidR="00C3361D" w:rsidP="00581202" w:rsidRDefault="00C3361D" w14:paraId="24F9282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Pr="000366AC" w:rsidR="00C3361D" w:rsidP="00581202" w:rsidRDefault="00C3361D" w14:paraId="0585275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C3361D" w:rsidTr="00581202" w14:paraId="2A345198" w14:textId="77777777">
        <w:tc>
          <w:tcPr>
            <w:tcW w:w="851" w:type="dxa"/>
            <w:vAlign w:val="center"/>
          </w:tcPr>
          <w:p w:rsidR="00C3361D" w:rsidP="00581202" w:rsidRDefault="00C3361D" w14:paraId="6A312F4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Pr="000366AC" w:rsidR="00C3361D" w:rsidP="00581202" w:rsidRDefault="00C3361D" w14:paraId="7BEF664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42B01E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0F57C1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4A5A75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Pr="009C54AE" w:rsidR="00C3361D" w:rsidTr="30AF9BA9" w14:paraId="21694EE5" w14:textId="77777777">
        <w:tc>
          <w:tcPr>
            <w:tcW w:w="1425" w:type="dxa"/>
          </w:tcPr>
          <w:p w:rsidRPr="009C54AE" w:rsidR="00C3361D" w:rsidP="30AF9BA9" w:rsidRDefault="00C3361D" w14:paraId="3212791F" w14:textId="6DF5D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Pr="30AF9BA9" w:rsidR="0058128C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:rsidRPr="009C54AE" w:rsidR="00C3361D" w:rsidP="30AF9BA9" w:rsidRDefault="00C3361D" w14:paraId="09BD680A" w14:textId="1292B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Pr="30AF9BA9" w:rsidR="0058128C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:rsidRPr="009C54AE" w:rsidR="00C3361D" w:rsidP="30AF9BA9" w:rsidRDefault="00C3361D" w14:paraId="424D0FF0" w14:textId="62031D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Pr="30AF9BA9" w:rsidR="05E63BD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Pr="009C54AE" w:rsidR="00C3361D" w:rsidTr="30AF9BA9" w14:paraId="5176435F" w14:textId="77777777">
        <w:tc>
          <w:tcPr>
            <w:tcW w:w="1425" w:type="dxa"/>
          </w:tcPr>
          <w:p w:rsidRPr="0069529A" w:rsidR="00C3361D" w:rsidP="30AF9BA9" w:rsidRDefault="00C3361D" w14:paraId="60045F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:rsidRPr="0069529A" w:rsidR="00B1706F" w:rsidP="30AF9BA9" w:rsidRDefault="00C3361D" w14:paraId="1F72F8EC" w14:textId="7417E88D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Pr="30AF9BA9" w:rsidR="3CB35707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:rsidR="00C3361D" w:rsidP="00F657A3" w:rsidRDefault="00C3361D" w14:paraId="18C4335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:rsidR="00C3361D" w:rsidP="00F657A3" w:rsidRDefault="00C3361D" w14:paraId="15A0409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69529A" w:rsidR="00C3361D" w:rsidP="00F657A3" w:rsidRDefault="00C3361D" w14:paraId="3FDB0C5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 w14:paraId="6E0D77BC" w14:textId="77777777">
        <w:tc>
          <w:tcPr>
            <w:tcW w:w="1425" w:type="dxa"/>
          </w:tcPr>
          <w:p w:rsidR="69DF3DCE" w:rsidP="30AF9BA9" w:rsidRDefault="4B7BB343" w14:paraId="549F38A5" w14:textId="32954B25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:rsidR="6C9CA3C9" w:rsidP="30AF9BA9" w:rsidRDefault="4D673583" w14:paraId="5ABCA4FF" w14:textId="0C4A63D5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:rsidR="6C9CA3C9" w:rsidP="00F657A3" w:rsidRDefault="4D673583" w14:paraId="7641067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:rsidR="470F37C5" w:rsidP="00F657A3" w:rsidRDefault="470F37C5" w14:paraId="7C8DA27F" w14:textId="53F5303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3361D" w:rsidTr="30AF9BA9" w14:paraId="040E35AF" w14:textId="77777777">
        <w:tc>
          <w:tcPr>
            <w:tcW w:w="1425" w:type="dxa"/>
          </w:tcPr>
          <w:p w:rsidRPr="0069529A" w:rsidR="00C3361D" w:rsidP="30AF9BA9" w:rsidRDefault="4B7BB343" w14:paraId="56AA6142" w14:textId="0B345F80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:rsidRPr="0069529A" w:rsidR="00C3361D" w:rsidP="30AF9BA9" w:rsidRDefault="00C3361D" w14:paraId="41036974" w14:textId="3624580B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Pr="0069529A" w:rsidR="00B1706F" w:rsidP="30AF9BA9" w:rsidRDefault="3CB35707" w14:paraId="765A63D0" w14:textId="5B52265D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:rsidRPr="0069529A" w:rsidR="00C3361D" w:rsidP="00F657A3" w:rsidRDefault="00C3361D" w14:paraId="04B40BFE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:rsidRPr="0069529A" w:rsidR="00A05056" w:rsidP="00F657A3" w:rsidRDefault="00A05056" w14:paraId="558FADDF" w14:textId="396A8A8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 w14:paraId="11E3B5F3" w14:textId="77777777">
        <w:tc>
          <w:tcPr>
            <w:tcW w:w="1425" w:type="dxa"/>
          </w:tcPr>
          <w:p w:rsidR="54679554" w:rsidP="30AF9BA9" w:rsidRDefault="0C205C89" w14:paraId="6F7CEFBF" w14:textId="73A5467B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:rsidR="470F37C5" w:rsidP="30AF9BA9" w:rsidRDefault="6677B720" w14:paraId="034200F0" w14:textId="281C664E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:rsidR="308D29D3" w:rsidP="00F657A3" w:rsidRDefault="3FD2255A" w14:paraId="3C21ED06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:rsidR="470F37C5" w:rsidP="00F657A3" w:rsidRDefault="470F37C5" w14:paraId="43843D56" w14:textId="645884B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 w14:paraId="1A8E5EBE" w14:textId="77777777">
        <w:tc>
          <w:tcPr>
            <w:tcW w:w="1425" w:type="dxa"/>
          </w:tcPr>
          <w:p w:rsidR="308D29D3" w:rsidP="30AF9BA9" w:rsidRDefault="3FD2255A" w14:paraId="5BBA9E2C" w14:textId="322E80F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:rsidR="470F37C5" w:rsidP="30AF9BA9" w:rsidRDefault="470F37C5" w14:paraId="0B88116B" w14:textId="6ED5A811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470F37C5" w:rsidP="30AF9BA9" w:rsidRDefault="01ADF669" w14:paraId="66BC5413" w14:textId="75286186">
            <w:pPr>
              <w:spacing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30AF9BA9">
              <w:rPr>
                <w:rFonts w:ascii="Corbel" w:hAnsi="Corbel" w:eastAsia="Times New Roman"/>
                <w:sz w:val="24"/>
                <w:szCs w:val="24"/>
              </w:rPr>
              <w:t xml:space="preserve">Potrafi wykorzystywać wiedzę ekonomiczną w procesie poszukiwania optymalnych rozwiązań problemów gospodarczych i </w:t>
            </w:r>
            <w:r w:rsidRPr="30AF9BA9" w:rsidR="5879BAC3">
              <w:rPr>
                <w:rFonts w:ascii="Corbel" w:hAnsi="Corbel" w:eastAsia="Times New Roman"/>
                <w:sz w:val="24"/>
                <w:szCs w:val="24"/>
              </w:rPr>
              <w:t xml:space="preserve">społecznych oraz normy i standardy w </w:t>
            </w:r>
            <w:r w:rsidRPr="30AF9BA9" w:rsidR="5879BAC3">
              <w:rPr>
                <w:rFonts w:ascii="Corbel" w:hAnsi="Corbel" w:eastAsia="Times New Roman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:rsidR="308D29D3" w:rsidP="00F657A3" w:rsidRDefault="3FD2255A" w14:paraId="50679980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:rsidR="470F37C5" w:rsidP="00F657A3" w:rsidRDefault="470F37C5" w14:paraId="5F86793D" w14:textId="592C21EB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:rsidTr="30AF9BA9" w14:paraId="0E937833" w14:textId="77777777">
        <w:tc>
          <w:tcPr>
            <w:tcW w:w="1425" w:type="dxa"/>
          </w:tcPr>
          <w:p w:rsidR="7B583C38" w:rsidP="30AF9BA9" w:rsidRDefault="7B583C38" w14:paraId="21A4BCC8" w14:textId="246CC037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  <w:p w:rsidR="30AF9BA9" w:rsidP="30AF9BA9" w:rsidRDefault="30AF9BA9" w14:paraId="20320452" w14:textId="5F0D83EF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69A3E5C5" w:rsidP="30AF9BA9" w:rsidRDefault="69A3E5C5" w14:paraId="01BBC630" w14:textId="752E6DF8">
            <w:pPr>
              <w:spacing w:line="240" w:lineRule="auto"/>
              <w:rPr>
                <w:rFonts w:ascii="Corbel" w:hAnsi="Corbel" w:eastAsia="Times New Roman"/>
                <w:sz w:val="24"/>
                <w:szCs w:val="24"/>
              </w:rPr>
            </w:pPr>
            <w:r w:rsidRPr="30AF9BA9">
              <w:rPr>
                <w:rFonts w:ascii="Corbel" w:hAnsi="Corbel" w:eastAsia="Times New Roman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Pr="30AF9BA9" w:rsidR="2848CAF7">
              <w:rPr>
                <w:rFonts w:ascii="Corbel" w:hAnsi="Corbel" w:eastAsia="Times New Roman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:rsidR="7B583C38" w:rsidP="00F657A3" w:rsidRDefault="7B583C38" w14:paraId="32502DE8" w14:textId="103983D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:rsidR="30AF9BA9" w:rsidP="00F657A3" w:rsidRDefault="30AF9BA9" w14:paraId="2A893F11" w14:textId="4D99E01C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3361D" w:rsidTr="30AF9BA9" w14:paraId="256613FC" w14:textId="77777777">
        <w:tc>
          <w:tcPr>
            <w:tcW w:w="1425" w:type="dxa"/>
          </w:tcPr>
          <w:p w:rsidRPr="0069529A" w:rsidR="00C3361D" w:rsidP="30AF9BA9" w:rsidRDefault="2693C940" w14:paraId="27F4CB8C" w14:textId="70C83D2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:rsidRPr="0069529A" w:rsidR="00C3361D" w:rsidP="30AF9BA9" w:rsidRDefault="00C3361D" w14:paraId="302E1CBE" w14:textId="192B22BC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Pr="00C7410F" w:rsidR="00B1706F" w:rsidP="30AF9BA9" w:rsidRDefault="00C3361D" w14:paraId="5D3FC156" w14:textId="30C3F16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 w:eastAsia="Times New Roman"/>
                <w:sz w:val="24"/>
                <w:szCs w:val="24"/>
              </w:rPr>
              <w:t xml:space="preserve">Jest gotów do </w:t>
            </w:r>
            <w:r w:rsidRPr="30AF9BA9" w:rsidR="3CB35707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:rsidRPr="0069529A" w:rsidR="00C3361D" w:rsidP="00F657A3" w:rsidRDefault="00C3361D" w14:paraId="71E8EB2A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:rsidRPr="0069529A" w:rsidR="00C3361D" w:rsidP="00F657A3" w:rsidRDefault="00C3361D" w14:paraId="1975D516" w14:textId="1C27952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69529A" w:rsidR="00C3361D" w:rsidP="00F657A3" w:rsidRDefault="00C3361D" w14:paraId="040A9796" w14:textId="1379524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470F37C5" w:rsidP="470F37C5" w:rsidRDefault="470F37C5" w14:paraId="284B4FB5" w14:textId="3583AC59">
      <w:pPr>
        <w:pStyle w:val="Punktygwne"/>
        <w:spacing w:before="0" w:after="0"/>
        <w:rPr>
          <w:rFonts w:ascii="Corbel" w:hAnsi="Corbel"/>
          <w:b w:val="0"/>
        </w:rPr>
      </w:pPr>
    </w:p>
    <w:p w:rsidRPr="009C54AE" w:rsidR="0085747A" w:rsidP="009C54AE" w:rsidRDefault="00675843" w14:paraId="63077D8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3167364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F99146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C3361D" w:rsidTr="30AF9BA9" w14:paraId="2FD5BF2C" w14:textId="77777777">
        <w:tc>
          <w:tcPr>
            <w:tcW w:w="9639" w:type="dxa"/>
          </w:tcPr>
          <w:p w:rsidRPr="009C54AE" w:rsidR="00C3361D" w:rsidP="00581202" w:rsidRDefault="00C3361D" w14:paraId="0EB0CDD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3361D" w:rsidTr="30AF9BA9" w14:paraId="2E579CAD" w14:textId="77777777">
        <w:tc>
          <w:tcPr>
            <w:tcW w:w="9639" w:type="dxa"/>
          </w:tcPr>
          <w:p w:rsidRPr="0069529A" w:rsidR="00C3361D" w:rsidP="00581202" w:rsidRDefault="00C3361D" w14:paraId="3613BD72" w14:textId="77777777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Pr="009C54AE" w:rsidR="00C3361D" w:rsidTr="30AF9BA9" w14:paraId="2BBC7C76" w14:textId="77777777">
        <w:tc>
          <w:tcPr>
            <w:tcW w:w="9639" w:type="dxa"/>
          </w:tcPr>
          <w:p w:rsidRPr="0069529A" w:rsidR="00C3361D" w:rsidP="00581202" w:rsidRDefault="00C3361D" w14:paraId="72225FA7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Pr="009C54AE" w:rsidR="00C3361D" w:rsidTr="30AF9BA9" w14:paraId="7BCB6588" w14:textId="77777777">
        <w:tc>
          <w:tcPr>
            <w:tcW w:w="9639" w:type="dxa"/>
          </w:tcPr>
          <w:p w:rsidRPr="0069529A" w:rsidR="00C3361D" w:rsidP="00581202" w:rsidRDefault="00C3361D" w14:paraId="78FF78D4" w14:textId="77777777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Pr="009C54AE" w:rsidR="00C3361D" w:rsidTr="30AF9BA9" w14:paraId="21A8BF86" w14:textId="77777777">
        <w:tc>
          <w:tcPr>
            <w:tcW w:w="9639" w:type="dxa"/>
          </w:tcPr>
          <w:p w:rsidRPr="0069529A" w:rsidR="00C3361D" w:rsidP="00581202" w:rsidRDefault="00C3361D" w14:paraId="450310CF" w14:textId="77777777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Pr="009C54AE" w:rsidR="00C3361D" w:rsidTr="30AF9BA9" w14:paraId="5B795DAC" w14:textId="77777777">
        <w:tc>
          <w:tcPr>
            <w:tcW w:w="9639" w:type="dxa"/>
          </w:tcPr>
          <w:p w:rsidRPr="0069529A" w:rsidR="00C3361D" w:rsidP="00581202" w:rsidRDefault="00C3361D" w14:paraId="61C847DA" w14:textId="77777777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Pr="009C54AE" w:rsidR="00C3361D" w:rsidTr="30AF9BA9" w14:paraId="01F1510C" w14:textId="77777777">
        <w:tc>
          <w:tcPr>
            <w:tcW w:w="9639" w:type="dxa"/>
          </w:tcPr>
          <w:p w:rsidRPr="0069529A" w:rsidR="00C3361D" w:rsidP="00581202" w:rsidRDefault="00C3361D" w14:paraId="5A0B6367" w14:textId="7777777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Pr="009C54AE" w:rsidR="00C3361D" w:rsidTr="30AF9BA9" w14:paraId="318B6235" w14:textId="77777777">
        <w:tc>
          <w:tcPr>
            <w:tcW w:w="9639" w:type="dxa"/>
          </w:tcPr>
          <w:p w:rsidRPr="0069529A" w:rsidR="00C3361D" w:rsidP="00581202" w:rsidRDefault="00C3361D" w14:paraId="21BED8AE" w14:textId="77777777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Pr="009C54AE" w:rsidR="00C3361D" w:rsidTr="30AF9BA9" w14:paraId="70933D88" w14:textId="77777777">
        <w:tc>
          <w:tcPr>
            <w:tcW w:w="9639" w:type="dxa"/>
          </w:tcPr>
          <w:p w:rsidRPr="0069529A" w:rsidR="00C3361D" w:rsidP="30AF9BA9" w:rsidRDefault="00C3361D" w14:paraId="4B435150" w14:textId="416FCAD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Pr="30AF9BA9" w:rsidR="4E37FDD0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Pr="009C54AE" w:rsidR="00C3361D" w:rsidTr="30AF9BA9" w14:paraId="492B45BF" w14:textId="77777777">
        <w:tc>
          <w:tcPr>
            <w:tcW w:w="9639" w:type="dxa"/>
          </w:tcPr>
          <w:p w:rsidRPr="0069529A" w:rsidR="00C3361D" w:rsidP="00581202" w:rsidRDefault="00C3361D" w14:paraId="5BAC7195" w14:textId="77777777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:rsidRPr="0069529A" w:rsidR="00C3361D" w:rsidP="00581202" w:rsidRDefault="00C3361D" w14:paraId="018E3F9E" w14:textId="77777777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Pr="009C54AE" w:rsidR="0085747A" w:rsidP="009C54AE" w:rsidRDefault="0085747A" w14:paraId="1C1F96D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2E99A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6D8304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C3361D" w:rsidTr="30AF9BA9" w14:paraId="6D1ADA11" w14:textId="77777777">
        <w:tc>
          <w:tcPr>
            <w:tcW w:w="9639" w:type="dxa"/>
          </w:tcPr>
          <w:p w:rsidRPr="009C54AE" w:rsidR="00C3361D" w:rsidP="00581202" w:rsidRDefault="00C3361D" w14:paraId="3EC02A1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3361D" w:rsidTr="30AF9BA9" w14:paraId="5C85BB20" w14:textId="77777777">
        <w:tc>
          <w:tcPr>
            <w:tcW w:w="9639" w:type="dxa"/>
          </w:tcPr>
          <w:p w:rsidRPr="0069529A" w:rsidR="00C3361D" w:rsidP="00581202" w:rsidRDefault="00C3361D" w14:paraId="3A2C9CBC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Pr="009C54AE" w:rsidR="00C3361D" w:rsidTr="30AF9BA9" w14:paraId="776FE43B" w14:textId="77777777">
        <w:tc>
          <w:tcPr>
            <w:tcW w:w="9639" w:type="dxa"/>
          </w:tcPr>
          <w:p w:rsidRPr="002549B0" w:rsidR="00C3361D" w:rsidP="00581202" w:rsidRDefault="00C3361D" w14:paraId="1168AADF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Pr="009C54AE" w:rsidR="00C3361D" w:rsidTr="30AF9BA9" w14:paraId="2D6BC68E" w14:textId="77777777">
        <w:tc>
          <w:tcPr>
            <w:tcW w:w="9639" w:type="dxa"/>
          </w:tcPr>
          <w:p w:rsidRPr="0069529A" w:rsidR="00C3361D" w:rsidP="00581202" w:rsidRDefault="00C3361D" w14:paraId="1A93A69E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Pr="009C54AE" w:rsidR="00C3361D" w:rsidTr="30AF9BA9" w14:paraId="7786F032" w14:textId="77777777">
        <w:tc>
          <w:tcPr>
            <w:tcW w:w="9639" w:type="dxa"/>
          </w:tcPr>
          <w:p w:rsidRPr="0069529A" w:rsidR="00C3361D" w:rsidP="30AF9BA9" w:rsidRDefault="00C3361D" w14:paraId="1AACF02F" w14:textId="171395F7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Pr="30AF9BA9" w:rsidR="0EE26F51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Pr="009C54AE" w:rsidR="00C3361D" w:rsidTr="30AF9BA9" w14:paraId="03240C2E" w14:textId="77777777">
        <w:tc>
          <w:tcPr>
            <w:tcW w:w="9639" w:type="dxa"/>
          </w:tcPr>
          <w:p w:rsidRPr="0069529A" w:rsidR="00C3361D" w:rsidP="00581202" w:rsidRDefault="00C3361D" w14:paraId="0EB9A60D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Pr="009C54AE" w:rsidR="00C3361D" w:rsidTr="30AF9BA9" w14:paraId="616A4CEE" w14:textId="77777777">
        <w:tc>
          <w:tcPr>
            <w:tcW w:w="9639" w:type="dxa"/>
          </w:tcPr>
          <w:p w:rsidRPr="0069529A" w:rsidR="00C3361D" w:rsidP="00581202" w:rsidRDefault="00C3361D" w14:paraId="18F3F0D1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Pr="009C54AE" w:rsidR="00C3361D" w:rsidTr="30AF9BA9" w14:paraId="5C4EDFB5" w14:textId="77777777">
        <w:tc>
          <w:tcPr>
            <w:tcW w:w="9639" w:type="dxa"/>
          </w:tcPr>
          <w:p w:rsidRPr="0069529A" w:rsidR="00C3361D" w:rsidP="30AF9BA9" w:rsidRDefault="00C3361D" w14:paraId="4616307C" w14:textId="7AA6E5C0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Pr="009C54AE" w:rsidR="00C3361D" w:rsidTr="30AF9BA9" w14:paraId="01B2B0E8" w14:textId="77777777">
        <w:tc>
          <w:tcPr>
            <w:tcW w:w="9639" w:type="dxa"/>
          </w:tcPr>
          <w:p w:rsidRPr="0069529A" w:rsidR="00C3361D" w:rsidP="00581202" w:rsidRDefault="00C3361D" w14:paraId="58E91AB7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Pr="009C54AE" w:rsidR="00C3361D" w:rsidTr="30AF9BA9" w14:paraId="172EDC16" w14:textId="77777777">
        <w:tc>
          <w:tcPr>
            <w:tcW w:w="9639" w:type="dxa"/>
          </w:tcPr>
          <w:p w:rsidRPr="0069529A" w:rsidR="00C3361D" w:rsidP="30AF9BA9" w:rsidRDefault="00C3361D" w14:paraId="3F396044" w14:textId="064F4B88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Pr="009C54AE" w:rsidR="00C3361D" w:rsidTr="30AF9BA9" w14:paraId="41E4F669" w14:textId="77777777">
        <w:tc>
          <w:tcPr>
            <w:tcW w:w="9639" w:type="dxa"/>
          </w:tcPr>
          <w:p w:rsidRPr="0069529A" w:rsidR="00C3361D" w:rsidP="30AF9BA9" w:rsidRDefault="00C3361D" w14:paraId="7BBDF821" w14:textId="642330BA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:rsidRPr="009C54AE" w:rsidR="0085747A" w:rsidP="009C54AE" w:rsidRDefault="0085747A" w14:paraId="07CDED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224671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49936A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3361D" w:rsidR="00C3361D" w:rsidP="00C3361D" w:rsidRDefault="0030154F" w14:paraId="6770B52C" w14:textId="77777777">
      <w:pPr>
        <w:spacing w:after="0" w:line="240" w:lineRule="auto"/>
        <w:jc w:val="both"/>
        <w:rPr>
          <w:rFonts w:ascii="Corbel" w:hAnsi="Corbel" w:eastAsia="Times New Roman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>Wykład: wykład z prezentacją multimedialną realizowany przy pomocy platformy MS Teams</w:t>
      </w:r>
      <w:r w:rsidRPr="00C3361D" w:rsidR="00C3361D">
        <w:rPr>
          <w:rFonts w:ascii="Corbel" w:hAnsi="Corbel"/>
          <w:b/>
          <w:smallCaps/>
          <w:sz w:val="24"/>
          <w:szCs w:val="24"/>
        </w:rPr>
        <w:t xml:space="preserve">. </w:t>
      </w:r>
      <w:r w:rsidRPr="00C3361D" w:rsidR="00C3361D">
        <w:rPr>
          <w:rFonts w:ascii="Corbel" w:hAnsi="Corbel" w:eastAsia="Times New Roman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:rsidR="00C3361D" w:rsidP="00C3361D" w:rsidRDefault="00C3361D" w14:paraId="69E33B1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:rsidR="00E960BB" w:rsidP="009C54AE" w:rsidRDefault="00E960BB" w14:paraId="4D5DCC1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226BBB8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A05880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61403C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85FB6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AD7FF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Pr="009C54AE" w:rsidR="00C3361D" w:rsidTr="4F5AA7A3" w14:paraId="19B95F15" w14:textId="77777777">
        <w:tc>
          <w:tcPr>
            <w:tcW w:w="1843" w:type="dxa"/>
            <w:vAlign w:val="center"/>
          </w:tcPr>
          <w:p w:rsidRPr="009C54AE" w:rsidR="00C3361D" w:rsidP="00581202" w:rsidRDefault="00C3361D" w14:paraId="1B7EC3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9C54AE" w:rsidR="00C3361D" w:rsidP="00581202" w:rsidRDefault="00C3361D" w14:paraId="691860C1" w14:textId="5D9515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C3361D" w:rsidP="00581202" w:rsidRDefault="00C3361D" w14:paraId="6744B3E3" w14:textId="0BC1F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C3361D" w:rsidP="00581202" w:rsidRDefault="00C3361D" w14:paraId="51B5FB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C3361D" w:rsidP="30AF9BA9" w:rsidRDefault="00C3361D" w14:paraId="4D74ED1D" w14:textId="6A74D3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Pr="30AF9BA9" w:rsidR="7FD82E1C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Pr="009C54AE" w:rsidR="00C3361D" w:rsidTr="4F5AA7A3" w14:paraId="192BBA1F" w14:textId="77777777">
        <w:tc>
          <w:tcPr>
            <w:tcW w:w="1843" w:type="dxa"/>
          </w:tcPr>
          <w:p w:rsidRPr="009C54AE" w:rsidR="00C3361D" w:rsidP="00581202" w:rsidRDefault="00C3361D" w14:paraId="778171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:rsidRPr="00AA4615" w:rsidR="00C3361D" w:rsidP="0D1F4996" w:rsidRDefault="00C3361D" w14:paraId="3BED647E" w14:textId="22D8FB8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:rsidRPr="00AA4615" w:rsidR="00C3361D" w:rsidP="0D1F4996" w:rsidRDefault="00C3361D" w14:paraId="1D3519CE" w14:textId="377FBD0D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Pr="009C54AE" w:rsidR="00C3361D" w:rsidTr="4F5AA7A3" w14:paraId="3E483396" w14:textId="77777777">
        <w:tc>
          <w:tcPr>
            <w:tcW w:w="1843" w:type="dxa"/>
          </w:tcPr>
          <w:p w:rsidRPr="009C54AE" w:rsidR="00C3361D" w:rsidP="00581202" w:rsidRDefault="00C3361D" w14:paraId="3D8FF9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:rsidRPr="00AA4615" w:rsidR="00C3361D" w:rsidP="0D1F4996" w:rsidRDefault="00C3361D" w14:paraId="575ACD3E" w14:textId="1EA445AE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:rsidRPr="00AA4615" w:rsidR="00C3361D" w:rsidP="0D1F4996" w:rsidRDefault="00C3361D" w14:paraId="4EFC40A1" w14:textId="7FB791D9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Pr="009C54AE" w:rsidR="00C3361D" w:rsidTr="4F5AA7A3" w14:paraId="08BAE204" w14:textId="77777777">
        <w:tc>
          <w:tcPr>
            <w:tcW w:w="1843" w:type="dxa"/>
          </w:tcPr>
          <w:p w:rsidRPr="009C54AE" w:rsidR="00C3361D" w:rsidP="00581202" w:rsidRDefault="00C3361D" w14:paraId="72EFC5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Pr="00AA4615" w:rsidR="00C3361D" w:rsidP="4F5AA7A3" w:rsidRDefault="083ADD64" w14:paraId="738522AA" w14:textId="2E01B008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Pr="4F5AA7A3" w:rsidR="00C3361D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Pr="00AA4615" w:rsidR="00C3361D" w:rsidP="00A05056" w:rsidRDefault="00C3361D" w14:paraId="558FCD11" w14:textId="77777777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:rsidTr="4F5AA7A3" w14:paraId="724AB7F8" w14:textId="77777777">
        <w:tc>
          <w:tcPr>
            <w:tcW w:w="1843" w:type="dxa"/>
          </w:tcPr>
          <w:p w:rsidR="123E434A" w:rsidP="0D1F4996" w:rsidRDefault="123E434A" w14:paraId="1AE8A55A" w14:textId="6D5C2FF9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:rsidR="123E434A" w:rsidP="4F5AA7A3" w:rsidRDefault="69C683D5" w14:paraId="0BAE1D30" w14:textId="46798CAC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Pr="4F5AA7A3" w:rsidR="7C30230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P="0D1F4996" w:rsidRDefault="123E434A" w14:paraId="5A84B707" w14:textId="77777777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P="0D1F4996" w:rsidRDefault="0D1F4996" w14:paraId="7F55CDBB" w14:textId="4B27B461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 w14:paraId="3703C343" w14:textId="77777777">
        <w:tc>
          <w:tcPr>
            <w:tcW w:w="1843" w:type="dxa"/>
          </w:tcPr>
          <w:p w:rsidR="123E434A" w:rsidP="0D1F4996" w:rsidRDefault="123E434A" w14:paraId="43512E88" w14:textId="5E0E9B00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:rsidR="123E434A" w:rsidP="4F5AA7A3" w:rsidRDefault="72664E12" w14:paraId="4A631BD3" w14:textId="59331435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Pr="4F5AA7A3" w:rsidR="7C30230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P="0D1F4996" w:rsidRDefault="123E434A" w14:paraId="02BF583D" w14:textId="77777777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P="0D1F4996" w:rsidRDefault="0D1F4996" w14:paraId="22F0ADB9" w14:textId="268908BD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 w14:paraId="42D81423" w14:textId="77777777">
        <w:tc>
          <w:tcPr>
            <w:tcW w:w="1843" w:type="dxa"/>
          </w:tcPr>
          <w:p w:rsidR="123E434A" w:rsidP="0D1F4996" w:rsidRDefault="123E434A" w14:paraId="287CCC9B" w14:textId="1840DA1F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:rsidR="123E434A" w:rsidP="4F5AA7A3" w:rsidRDefault="286B6907" w14:paraId="6920F0BA" w14:textId="1F43FDF2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Pr="4F5AA7A3" w:rsidR="0135E4ED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P="0D1F4996" w:rsidRDefault="123E434A" w14:paraId="4BC75D29" w14:textId="77777777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P="0D1F4996" w:rsidRDefault="0D1F4996" w14:paraId="277667F9" w14:textId="5BF1B1FF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 w14:paraId="5F54C88E" w14:textId="77777777">
        <w:tc>
          <w:tcPr>
            <w:tcW w:w="1843" w:type="dxa"/>
          </w:tcPr>
          <w:p w:rsidR="123E434A" w:rsidP="0D1F4996" w:rsidRDefault="123E434A" w14:paraId="3352A99B" w14:textId="5BACA4EA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:rsidR="123E434A" w:rsidP="4F5AA7A3" w:rsidRDefault="25DD6B17" w14:paraId="3548EC88" w14:textId="6A0E6F05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Pr="4F5AA7A3" w:rsidR="7C30230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P="0D1F4996" w:rsidRDefault="123E434A" w14:paraId="6DD380A8" w14:textId="77777777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P="0D1F4996" w:rsidRDefault="0D1F4996" w14:paraId="30E41F9E" w14:textId="4274F3B9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:rsidR="00923D7D" w:rsidP="009C54AE" w:rsidRDefault="00923D7D" w14:paraId="047D68F5" w14:textId="09832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A05056" w:rsidP="009C54AE" w:rsidRDefault="00A05056" w14:paraId="06E184D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A3026A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04473EC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4F5AA7A3" w14:paraId="3A770326" w14:textId="77777777">
        <w:tc>
          <w:tcPr>
            <w:tcW w:w="9670" w:type="dxa"/>
          </w:tcPr>
          <w:p w:rsidR="0063051F" w:rsidP="30AF9BA9" w:rsidRDefault="5C945069" w14:paraId="16D5CFF8" w14:textId="16D79AC4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Pr="30AF9BA9" w:rsidR="00117EFD">
              <w:rPr>
                <w:rFonts w:ascii="Corbel" w:hAnsi="Corbel"/>
              </w:rPr>
              <w:t xml:space="preserve"> - zaliczenie na ocenę</w:t>
            </w:r>
          </w:p>
          <w:p w:rsidR="0063051F" w:rsidP="4F5AA7A3" w:rsidRDefault="0063051F" w14:paraId="7F825F82" w14:textId="236E1D01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Pr="4F5AA7A3" w:rsidR="075890A3">
              <w:rPr>
                <w:rFonts w:ascii="Corbel" w:hAnsi="Corbel"/>
              </w:rPr>
              <w:t xml:space="preserve"> (do wyboru przez prowadzącego zajęcia)</w:t>
            </w:r>
            <w:r w:rsidRPr="4F5AA7A3" w:rsidR="19A7AC97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Pr="4F5AA7A3" w:rsidR="4417803C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Pr="4F5AA7A3" w:rsidR="4A7E16A0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Pr="4F5AA7A3" w:rsidR="5D566151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Pr="4F5AA7A3" w:rsidR="472ED5D5">
              <w:rPr>
                <w:rFonts w:ascii="Corbel" w:hAnsi="Corbel"/>
              </w:rPr>
              <w:t>indywidualne/</w:t>
            </w:r>
            <w:r w:rsidRPr="4F5AA7A3" w:rsidR="269DAEC2">
              <w:rPr>
                <w:rFonts w:ascii="Corbel" w:hAnsi="Corbel"/>
              </w:rPr>
              <w:t>grupowe na zajęciach</w:t>
            </w:r>
            <w:r w:rsidRPr="4F5AA7A3" w:rsidR="2A74BB9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Pr="4F5AA7A3" w:rsidR="7AD211E9">
              <w:rPr>
                <w:rFonts w:ascii="Corbel" w:hAnsi="Corbel"/>
              </w:rPr>
              <w:t>referaty/prezentacje</w:t>
            </w:r>
            <w:r w:rsidRPr="4F5AA7A3" w:rsidR="1CADA93F">
              <w:rPr>
                <w:rFonts w:ascii="Corbel" w:hAnsi="Corbel"/>
              </w:rPr>
              <w:t xml:space="preserve">; </w:t>
            </w:r>
            <w:r w:rsidRPr="4F5AA7A3" w:rsidR="1CADA93F">
              <w:rPr>
                <w:rFonts w:ascii="Corbel" w:hAnsi="Corbel" w:eastAsia="Corbel" w:cs="Corbel"/>
                <w:color w:val="000000" w:themeColor="text1"/>
              </w:rPr>
              <w:t>skorygowane o ocenę aktywności na zajęciach</w:t>
            </w:r>
            <w:r w:rsidRPr="4F5AA7A3" w:rsidR="1CADA93F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Pr="4F5AA7A3" w:rsidR="669A5530">
              <w:rPr>
                <w:rFonts w:ascii="Corbel" w:hAnsi="Corbel"/>
              </w:rPr>
              <w:t>.</w:t>
            </w:r>
          </w:p>
          <w:p w:rsidR="0063051F" w:rsidP="4F5AA7A3" w:rsidRDefault="669A5530" w14:paraId="395F77B9" w14:textId="7E701A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Pr="4F5AA7A3" w:rsidR="0063051F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:rsidR="0063051F" w:rsidP="0063051F" w:rsidRDefault="0063051F" w14:paraId="1E80CF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:rsidR="0063051F" w:rsidP="30AF9BA9" w:rsidRDefault="5C945069" w14:paraId="63CFDFFF" w14:textId="58B5057B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Pr="30AF9BA9" w:rsidR="5ABC43D0">
              <w:rPr>
                <w:rFonts w:ascii="Corbel" w:hAnsi="Corbel"/>
              </w:rPr>
              <w:t xml:space="preserve"> - na ocenę</w:t>
            </w:r>
          </w:p>
          <w:p w:rsidR="0063051F" w:rsidP="4D218662" w:rsidRDefault="0063051F" w14:paraId="38D13618" w14:textId="77777777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:rsidR="7707D990" w:rsidP="242DD656" w:rsidRDefault="7707D990" w14:paraId="635FAE82" w14:textId="32CF4B00">
            <w:pPr>
              <w:pStyle w:val="Punktygwne"/>
              <w:spacing w:before="0" w:after="0"/>
              <w:rPr>
                <w:rFonts w:ascii="Corbel" w:hAnsi="Corbel" w:eastAsia="Corbel" w:cs="Corbel"/>
                <w:color w:val="000000" w:themeColor="text1"/>
              </w:rPr>
            </w:pPr>
            <w:r w:rsidRPr="242DD656">
              <w:rPr>
                <w:rFonts w:ascii="Corbel" w:hAnsi="Corbel" w:eastAsia="Corbel" w:cs="Corbel"/>
                <w:b w:val="0"/>
                <w:color w:val="000000" w:themeColor="text1"/>
              </w:rPr>
              <w:t>Punkty uzyskane za kolokwium zaliczeniowe</w:t>
            </w:r>
            <w:r w:rsidRPr="242DD656" w:rsidR="58ECC20B">
              <w:rPr>
                <w:rFonts w:ascii="Corbel" w:hAnsi="Corbel" w:eastAsia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hAnsi="Corbel" w:eastAsia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:rsidR="7707D990" w:rsidP="4D218662" w:rsidRDefault="7707D990" w14:paraId="7DBB0FEB" w14:textId="2AF16158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:rsidR="7707D990" w:rsidP="4D218662" w:rsidRDefault="7707D990" w14:paraId="74180309" w14:textId="41027F8A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:rsidR="7707D990" w:rsidP="4D218662" w:rsidRDefault="7707D990" w14:paraId="68532E89" w14:textId="424DB469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:rsidR="7707D990" w:rsidP="4D218662" w:rsidRDefault="7707D990" w14:paraId="32450570" w14:textId="67101757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:rsidR="7707D990" w:rsidP="4D218662" w:rsidRDefault="7707D990" w14:paraId="3AE746D3" w14:textId="3DB39620">
            <w:pPr>
              <w:pStyle w:val="Punktygwne"/>
              <w:spacing w:before="0" w:after="0"/>
              <w:rPr>
                <w:rFonts w:ascii="Corbel" w:hAnsi="Corbel" w:eastAsia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hAnsi="Corbel" w:eastAsia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:rsidRPr="009C54AE" w:rsidR="0085747A" w:rsidP="00F657A3" w:rsidRDefault="7707D990" w14:paraId="4D15053E" w14:textId="6740B9C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hAnsi="Corbel" w:eastAsia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:rsidRPr="009C54AE" w:rsidR="0085747A" w:rsidP="009C54AE" w:rsidRDefault="0085747A" w14:paraId="02C0AA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45FF7C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0B153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5378A72E" w14:textId="77777777">
        <w:tc>
          <w:tcPr>
            <w:tcW w:w="4962" w:type="dxa"/>
            <w:vAlign w:val="center"/>
          </w:tcPr>
          <w:p w:rsidRPr="009C54AE" w:rsidR="0085747A" w:rsidP="009C54AE" w:rsidRDefault="00C61DC5" w14:paraId="0DE5ED8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8D5F72F" w14:textId="7E34F4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A3F8ED7" w14:textId="77777777">
        <w:tc>
          <w:tcPr>
            <w:tcW w:w="4962" w:type="dxa"/>
          </w:tcPr>
          <w:p w:rsidRPr="009C54AE" w:rsidR="0085747A" w:rsidP="009C54AE" w:rsidRDefault="00C61DC5" w14:paraId="56B279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3051F" w:rsidRDefault="00664239" w14:paraId="17DDFCFF" w14:textId="0DB515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Pr="009C54AE" w:rsidR="00C61DC5" w:rsidTr="00923D7D" w14:paraId="4C1F0724" w14:textId="77777777">
        <w:tc>
          <w:tcPr>
            <w:tcW w:w="4962" w:type="dxa"/>
          </w:tcPr>
          <w:p w:rsidRPr="009C54AE" w:rsidR="00C61DC5" w:rsidP="009C54AE" w:rsidRDefault="00C61DC5" w14:paraId="33579D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34332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63051F" w:rsidRDefault="0063051F" w14:paraId="03F7951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1671BDF3" w14:textId="77777777">
        <w:tc>
          <w:tcPr>
            <w:tcW w:w="4962" w:type="dxa"/>
          </w:tcPr>
          <w:p w:rsidRPr="009C54AE" w:rsidR="00C61DC5" w:rsidP="00EF2672" w:rsidRDefault="00C61DC5" w14:paraId="0DCDD40D" w14:textId="2E233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63051F" w:rsidRDefault="00664239" w14:paraId="2C4CB969" w14:textId="4F0927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Pr="009C54AE" w:rsidR="0085747A" w:rsidTr="00923D7D" w14:paraId="0CD08F3E" w14:textId="77777777">
        <w:tc>
          <w:tcPr>
            <w:tcW w:w="4962" w:type="dxa"/>
          </w:tcPr>
          <w:p w:rsidRPr="009C54AE" w:rsidR="0085747A" w:rsidP="009C54AE" w:rsidRDefault="0085747A" w14:paraId="2490CD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3051F" w:rsidRDefault="0063051F" w14:paraId="6230FFC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6EADFFFA" w14:textId="77777777">
        <w:tc>
          <w:tcPr>
            <w:tcW w:w="4962" w:type="dxa"/>
          </w:tcPr>
          <w:p w:rsidRPr="009C54AE" w:rsidR="0085747A" w:rsidP="009C54AE" w:rsidRDefault="0085747A" w14:paraId="381408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63051F" w:rsidRDefault="0063051F" w14:paraId="738C769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24420F8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55ABC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4EC60C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B48FB3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Pr="009C54AE" w:rsidR="0085747A" w:rsidTr="00EF2672" w14:paraId="3197A01D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9DA80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:rsidRPr="009C54AE" w:rsidR="0085747A" w:rsidP="00EF2672" w:rsidRDefault="0063051F" w14:paraId="1E72B5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F2672" w14:paraId="16C3ACD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0E658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EF2672" w:rsidRDefault="0063051F" w14:paraId="3FEA33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BCAC8E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D8A88C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6AF31E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 w:rsidRPr="009C54AE" w:rsidR="0085747A" w:rsidTr="4F5AA7A3" w14:paraId="77F25DA5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A1A80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051F" w:rsidP="30AF9BA9" w:rsidRDefault="5C945069" w14:paraId="55CB108F" w14:textId="097344A4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Begg D., Fischer S., Dornbusch R. </w:t>
            </w:r>
            <w:r w:rsidRPr="30AF9BA9" w:rsidR="219FCBFF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:rsidRPr="00170237" w:rsidR="0063051F" w:rsidP="30AF9BA9" w:rsidRDefault="5C945069" w14:paraId="6A47159D" w14:textId="623CDF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Mankiw N.G., Taylor M.P.</w:t>
            </w:r>
            <w:r w:rsidRPr="30AF9BA9" w:rsidR="3F12F1A7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:rsidRPr="0063051F" w:rsidR="0063051F" w:rsidP="30AF9BA9" w:rsidRDefault="5C945069" w14:paraId="792B62D9" w14:textId="45C3E425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Samuelson P.A., Nordhaus W.D.</w:t>
            </w:r>
            <w:r w:rsidRPr="30AF9BA9" w:rsidR="6E66A1C4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>, Rebis, Poznań.</w:t>
            </w:r>
          </w:p>
          <w:p w:rsidRPr="0063051F" w:rsidR="0063051F" w:rsidP="30AF9BA9" w:rsidRDefault="773E8234" w14:paraId="441515CE" w14:textId="5EAD52D8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Pr="009C54AE" w:rsidR="0085747A" w:rsidTr="4F5AA7A3" w14:paraId="4027F9B2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7FF6C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4224C" w:rsidP="30AF9BA9" w:rsidRDefault="7CA4ECAE" w14:paraId="0CF89AFD" w14:textId="092DA5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Pr="30AF9BA9" w:rsidR="30A700F7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:rsidR="0063051F" w:rsidP="30AF9BA9" w:rsidRDefault="5C945069" w14:paraId="385E9E99" w14:textId="3E7BAF9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Pr="30AF9BA9" w:rsidR="121C699A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:rsidRPr="00B4224C" w:rsidR="00170237" w:rsidP="30AF9BA9" w:rsidRDefault="5B53EB05" w14:paraId="20F72063" w14:textId="027D1AB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Pr="30AF9BA9" w:rsidR="0981DD75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Pr="30AF9BA9" w:rsidR="682500B7">
              <w:rPr>
                <w:rFonts w:ascii="Corbel" w:hAnsi="Corbel"/>
                <w:b w:val="0"/>
                <w:smallCaps w:val="0"/>
              </w:rPr>
              <w:t>.</w:t>
            </w:r>
          </w:p>
          <w:p w:rsidRPr="00B4224C" w:rsidR="00170237" w:rsidP="4F5AA7A3" w:rsidRDefault="68EBC45C" w14:paraId="326DBC4A" w14:textId="6D8A0AF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Pr="4F5AA7A3" w:rsidR="0204C055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:rsidRPr="00B4224C" w:rsidR="00170237" w:rsidP="4F5AA7A3" w:rsidRDefault="3BF53C4F" w14:paraId="43A23069" w14:textId="43B5D50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Pr="4F5AA7A3" w:rsidR="40D7D19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F5AA7A3" w:rsidR="7E4351E9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Pr="4F5AA7A3" w:rsidR="2DF73FF2">
              <w:rPr>
                <w:rFonts w:ascii="Corbel" w:hAnsi="Corbel"/>
                <w:b w:val="0"/>
                <w:smallCaps w:val="0"/>
              </w:rPr>
              <w:t>:</w:t>
            </w:r>
            <w:r w:rsidRPr="4F5AA7A3" w:rsidR="7E4351E9">
              <w:rPr>
                <w:rFonts w:ascii="Corbel" w:hAnsi="Corbel"/>
                <w:b w:val="0"/>
                <w:smallCaps w:val="0"/>
              </w:rPr>
              <w:t xml:space="preserve">) </w:t>
            </w:r>
            <w:r w:rsidRPr="4F5AA7A3" w:rsidR="32065F46">
              <w:rPr>
                <w:rFonts w:ascii="Corbel" w:hAnsi="Corbel"/>
                <w:b w:val="0"/>
                <w:smallCaps w:val="0"/>
              </w:rPr>
              <w:t>P</w:t>
            </w:r>
            <w:r w:rsidRPr="4F5AA7A3" w:rsidR="7E4351E9">
              <w:rPr>
                <w:rFonts w:ascii="Corbel" w:hAnsi="Corbel"/>
                <w:b w:val="0"/>
                <w:smallCaps w:val="0"/>
              </w:rPr>
              <w:t>raca nieopłacona</w:t>
            </w:r>
            <w:r w:rsidRPr="4F5AA7A3" w:rsidR="1F202EB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Pr="4F5AA7A3" w:rsidR="1A0175DB">
              <w:rPr>
                <w:rFonts w:ascii="Corbel" w:hAnsi="Corbel"/>
                <w:b w:val="0"/>
                <w:smallCaps w:val="0"/>
              </w:rPr>
              <w:t>n</w:t>
            </w:r>
            <w:r w:rsidRPr="4F5AA7A3" w:rsidR="1F202EB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Barwińska-Małajowicz</w:t>
            </w:r>
            <w:r w:rsidRPr="4F5AA7A3" w:rsidR="16A9BF64">
              <w:rPr>
                <w:rFonts w:ascii="Corbel" w:hAnsi="Corbel"/>
                <w:b w:val="0"/>
                <w:smallCaps w:val="0"/>
              </w:rPr>
              <w:t xml:space="preserve"> (red.), CeDeWu, Warszawa, s.29-42.</w:t>
            </w:r>
          </w:p>
        </w:tc>
      </w:tr>
    </w:tbl>
    <w:p w:rsidRPr="009C54AE" w:rsidR="0085747A" w:rsidP="009C54AE" w:rsidRDefault="0085747A" w14:paraId="58A2FB6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F9475A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D72D84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748DE" w:rsidP="00C16ABF" w:rsidRDefault="003748DE" w14:paraId="4F302242" w14:textId="77777777">
      <w:pPr>
        <w:spacing w:after="0" w:line="240" w:lineRule="auto"/>
      </w:pPr>
      <w:r>
        <w:separator/>
      </w:r>
    </w:p>
  </w:endnote>
  <w:endnote w:type="continuationSeparator" w:id="0">
    <w:p w:rsidR="003748DE" w:rsidP="00C16ABF" w:rsidRDefault="003748DE" w14:paraId="6702775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748DE" w:rsidP="00C16ABF" w:rsidRDefault="003748DE" w14:paraId="34AACD17" w14:textId="77777777">
      <w:pPr>
        <w:spacing w:after="0" w:line="240" w:lineRule="auto"/>
      </w:pPr>
      <w:r>
        <w:separator/>
      </w:r>
    </w:p>
  </w:footnote>
  <w:footnote w:type="continuationSeparator" w:id="0">
    <w:p w:rsidR="003748DE" w:rsidP="00C16ABF" w:rsidRDefault="003748DE" w14:paraId="3E018BC6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8D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6423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569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70AB"/>
    <w:rsid w:val="00F13FA5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5E02D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paragraph" w:customStyle="1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F657A3"/>
  </w:style>
  <w:style w:type="character" w:styleId="spellingerror" w:customStyle="1">
    <w:name w:val="spellingerror"/>
    <w:basedOn w:val="Domylnaczcionkaakapitu"/>
    <w:rsid w:val="00F657A3"/>
  </w:style>
  <w:style w:type="character" w:styleId="eop" w:customStyle="1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0EAAFE-42E2-470A-A10C-E11AC1C08A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D05BC6-F2E8-4A13-8635-DF980C23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1679</Words>
  <Characters>10077</Characters>
  <Application>Microsoft Office Word</Application>
  <DocSecurity>0</DocSecurity>
  <Lines>83</Lines>
  <Paragraphs>23</Paragraphs>
  <ScaleCrop>false</ScaleCrop>
  <Company>Hewlett-Packard Company</Company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29</cp:revision>
  <cp:lastPrinted>2019-02-06T12:12:00Z</cp:lastPrinted>
  <dcterms:created xsi:type="dcterms:W3CDTF">2020-10-26T10:36:00Z</dcterms:created>
  <dcterms:modified xsi:type="dcterms:W3CDTF">2020-12-11T09:13:00Z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